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3B9838" w14:textId="77777777" w:rsidR="00BF65D8" w:rsidRPr="00E82C02" w:rsidRDefault="00BF65D8" w:rsidP="00BF65D8">
      <w:pPr>
        <w:rPr>
          <w:rFonts w:ascii="Arial" w:hAnsi="Arial" w:cs="Arial"/>
          <w:sz w:val="22"/>
          <w:szCs w:val="22"/>
        </w:rPr>
      </w:pPr>
    </w:p>
    <w:p w14:paraId="644B6CD1" w14:textId="77777777" w:rsidR="00BF65D8" w:rsidRPr="00503DE0" w:rsidRDefault="001C5E95" w:rsidP="00BF65D8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503DE0">
        <w:rPr>
          <w:rFonts w:ascii="Arial" w:hAnsi="Arial" w:cs="Arial"/>
          <w:b/>
          <w:sz w:val="24"/>
          <w:szCs w:val="24"/>
        </w:rPr>
        <w:t xml:space="preserve">Svazek  1 </w:t>
      </w:r>
      <w:r w:rsidR="000D16EB" w:rsidRPr="00503DE0">
        <w:rPr>
          <w:rFonts w:ascii="Arial" w:hAnsi="Arial" w:cs="Arial"/>
          <w:b/>
          <w:sz w:val="24"/>
          <w:szCs w:val="24"/>
        </w:rPr>
        <w:t>Příloha</w:t>
      </w:r>
      <w:proofErr w:type="gramEnd"/>
      <w:r w:rsidR="000D16EB" w:rsidRPr="00503DE0">
        <w:rPr>
          <w:rFonts w:ascii="Arial" w:hAnsi="Arial" w:cs="Arial"/>
          <w:b/>
          <w:sz w:val="24"/>
          <w:szCs w:val="24"/>
        </w:rPr>
        <w:t xml:space="preserve"> č. 1 - Minimální technické parametry</w:t>
      </w:r>
    </w:p>
    <w:p w14:paraId="3C9A6AEA" w14:textId="77777777" w:rsidR="00BF65D8" w:rsidRPr="001341FD" w:rsidRDefault="00EA5471" w:rsidP="00BF65D8">
      <w:pPr>
        <w:jc w:val="center"/>
        <w:rPr>
          <w:rFonts w:ascii="Arial" w:hAnsi="Arial" w:cs="Arial"/>
          <w:b/>
          <w:sz w:val="24"/>
          <w:szCs w:val="24"/>
        </w:rPr>
      </w:pPr>
      <w:r w:rsidRPr="00503DE0">
        <w:rPr>
          <w:rFonts w:ascii="Arial" w:hAnsi="Arial" w:cs="Arial"/>
          <w:b/>
          <w:sz w:val="24"/>
          <w:szCs w:val="24"/>
        </w:rPr>
        <w:t xml:space="preserve">Pojízdný </w:t>
      </w:r>
      <w:r w:rsidR="00BF65D8" w:rsidRPr="00503DE0">
        <w:rPr>
          <w:rFonts w:ascii="Arial" w:hAnsi="Arial" w:cs="Arial"/>
          <w:b/>
          <w:sz w:val="24"/>
          <w:szCs w:val="24"/>
        </w:rPr>
        <w:t>digitální skiagrafický přístroj</w:t>
      </w:r>
      <w:r w:rsidR="004F34D0" w:rsidRPr="00503DE0">
        <w:rPr>
          <w:rFonts w:ascii="Arial" w:hAnsi="Arial" w:cs="Arial"/>
          <w:b/>
          <w:sz w:val="24"/>
          <w:szCs w:val="24"/>
        </w:rPr>
        <w:t xml:space="preserve"> (RTG</w:t>
      </w:r>
      <w:r w:rsidRPr="00503DE0">
        <w:rPr>
          <w:rFonts w:ascii="Arial" w:hAnsi="Arial" w:cs="Arial"/>
          <w:b/>
          <w:sz w:val="24"/>
          <w:szCs w:val="24"/>
        </w:rPr>
        <w:t>4</w:t>
      </w:r>
      <w:r w:rsidR="004F34D0" w:rsidRPr="00503DE0">
        <w:rPr>
          <w:rFonts w:ascii="Arial" w:hAnsi="Arial" w:cs="Arial"/>
          <w:b/>
          <w:sz w:val="24"/>
          <w:szCs w:val="24"/>
        </w:rPr>
        <w:t>)</w:t>
      </w:r>
    </w:p>
    <w:p w14:paraId="0B045672" w14:textId="77777777" w:rsidR="00BF65D8" w:rsidRPr="00E82C02" w:rsidRDefault="00BF65D8" w:rsidP="00BF65D8">
      <w:pPr>
        <w:rPr>
          <w:rFonts w:ascii="Arial" w:hAnsi="Arial" w:cs="Arial"/>
          <w:sz w:val="22"/>
          <w:szCs w:val="22"/>
        </w:rPr>
      </w:pPr>
    </w:p>
    <w:p w14:paraId="4075192C" w14:textId="77777777" w:rsidR="00BF65D8" w:rsidRPr="00CC2517" w:rsidRDefault="00BF65D8" w:rsidP="00BF65D8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CC2517">
        <w:rPr>
          <w:rFonts w:ascii="Arial" w:hAnsi="Arial" w:cs="Arial"/>
          <w:b/>
          <w:sz w:val="22"/>
          <w:szCs w:val="22"/>
        </w:rPr>
        <w:t>Minimální technické parametry:</w:t>
      </w:r>
    </w:p>
    <w:p w14:paraId="67538AF1" w14:textId="77777777" w:rsidR="00EA5471" w:rsidRPr="00EA5471" w:rsidRDefault="00EA5471" w:rsidP="000D0378">
      <w:pPr>
        <w:jc w:val="both"/>
        <w:rPr>
          <w:rFonts w:ascii="Arial" w:hAnsi="Arial" w:cs="Arial"/>
          <w:sz w:val="22"/>
          <w:szCs w:val="22"/>
        </w:rPr>
      </w:pPr>
      <w:r w:rsidRPr="00EA5471">
        <w:rPr>
          <w:rFonts w:ascii="Arial" w:hAnsi="Arial" w:cs="Arial"/>
          <w:sz w:val="22"/>
          <w:szCs w:val="22"/>
        </w:rPr>
        <w:t xml:space="preserve">Pojízdný RTG přímo digitální skiagrafický přístroj s plochým přenosným detektorem pro použití na oddělení ARO a JIP. </w:t>
      </w:r>
    </w:p>
    <w:p w14:paraId="0B063737" w14:textId="77777777" w:rsidR="00BF65D8" w:rsidRPr="00DE7EF5" w:rsidRDefault="00BF65D8" w:rsidP="00BF65D8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0880EF88" w14:textId="77777777" w:rsidR="007407FB" w:rsidRPr="00560CA6" w:rsidRDefault="007407FB" w:rsidP="007407FB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Pojízdný digitální skiagrafický přístroj</w:t>
      </w:r>
    </w:p>
    <w:p w14:paraId="5571F0DF" w14:textId="77777777" w:rsidR="007407FB" w:rsidRPr="00560CA6" w:rsidRDefault="007407FB" w:rsidP="007407FB">
      <w:pPr>
        <w:suppressAutoHyphens w:val="0"/>
        <w:ind w:left="708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 xml:space="preserve">Konfigurace systému </w:t>
      </w:r>
    </w:p>
    <w:p w14:paraId="0F328B42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>○  snadná manévrovatelnost při snímkování i při přesunu přístroje</w:t>
      </w:r>
    </w:p>
    <w:p w14:paraId="21151A33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m</w:t>
      </w:r>
      <w:r w:rsidRPr="00503DE0">
        <w:rPr>
          <w:rFonts w:ascii="Arial" w:hAnsi="Arial" w:cs="Arial"/>
          <w:sz w:val="22"/>
          <w:szCs w:val="22"/>
        </w:rPr>
        <w:t>otorizovaný pojezd přístroje</w:t>
      </w:r>
    </w:p>
    <w:p w14:paraId="419AEB59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n</w:t>
      </w:r>
      <w:r w:rsidRPr="00503DE0">
        <w:rPr>
          <w:rFonts w:ascii="Arial" w:hAnsi="Arial" w:cs="Arial"/>
          <w:sz w:val="22"/>
          <w:szCs w:val="22"/>
        </w:rPr>
        <w:t>apájení z baterie</w:t>
      </w:r>
    </w:p>
    <w:p w14:paraId="6F43807C" w14:textId="604EFAB3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č</w:t>
      </w:r>
      <w:r w:rsidRPr="00503DE0">
        <w:rPr>
          <w:rFonts w:ascii="Arial" w:hAnsi="Arial" w:cs="Arial"/>
          <w:sz w:val="22"/>
          <w:szCs w:val="22"/>
        </w:rPr>
        <w:t xml:space="preserve">as pro dobití baterie max. do </w:t>
      </w:r>
      <w:r w:rsidR="002052C3" w:rsidRPr="00503DE0">
        <w:rPr>
          <w:rFonts w:ascii="Arial" w:hAnsi="Arial" w:cs="Arial"/>
          <w:sz w:val="22"/>
          <w:szCs w:val="22"/>
        </w:rPr>
        <w:t xml:space="preserve">10 </w:t>
      </w:r>
      <w:r w:rsidRPr="00503DE0">
        <w:rPr>
          <w:rFonts w:ascii="Arial" w:hAnsi="Arial" w:cs="Arial"/>
          <w:sz w:val="22"/>
          <w:szCs w:val="22"/>
        </w:rPr>
        <w:t>hodin</w:t>
      </w:r>
    </w:p>
    <w:p w14:paraId="0BA4F602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z</w:t>
      </w:r>
      <w:r w:rsidRPr="00503DE0">
        <w:rPr>
          <w:rFonts w:ascii="Arial" w:hAnsi="Arial" w:cs="Arial"/>
          <w:sz w:val="22"/>
          <w:szCs w:val="22"/>
        </w:rPr>
        <w:t xml:space="preserve">obrazení stavu nabití baterie </w:t>
      </w:r>
    </w:p>
    <w:p w14:paraId="527E6000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m</w:t>
      </w:r>
      <w:r w:rsidRPr="00503DE0">
        <w:rPr>
          <w:rFonts w:ascii="Arial" w:hAnsi="Arial" w:cs="Arial"/>
          <w:sz w:val="22"/>
          <w:szCs w:val="22"/>
        </w:rPr>
        <w:t>ožnost expozice i při dobíjení baterie</w:t>
      </w:r>
    </w:p>
    <w:p w14:paraId="5535BF75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o</w:t>
      </w:r>
      <w:r w:rsidRPr="00503DE0">
        <w:rPr>
          <w:rFonts w:ascii="Arial" w:hAnsi="Arial" w:cs="Arial"/>
          <w:sz w:val="22"/>
          <w:szCs w:val="22"/>
        </w:rPr>
        <w:t>vládání pomocí dotykové obrazovky o velikosti min. 15“</w:t>
      </w:r>
    </w:p>
    <w:p w14:paraId="09FED515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>○  1 ks plochý det</w:t>
      </w:r>
      <w:r w:rsidR="000C2D65" w:rsidRPr="00503DE0">
        <w:rPr>
          <w:rFonts w:ascii="Arial" w:hAnsi="Arial" w:cs="Arial"/>
          <w:sz w:val="22"/>
          <w:szCs w:val="22"/>
        </w:rPr>
        <w:t xml:space="preserve">ektor typu </w:t>
      </w:r>
      <w:proofErr w:type="spellStart"/>
      <w:r w:rsidR="000C2D65" w:rsidRPr="00503DE0">
        <w:rPr>
          <w:rFonts w:ascii="Arial" w:hAnsi="Arial" w:cs="Arial"/>
          <w:sz w:val="22"/>
          <w:szCs w:val="22"/>
        </w:rPr>
        <w:t>CsI</w:t>
      </w:r>
      <w:proofErr w:type="spellEnd"/>
      <w:r w:rsidR="000C2D65" w:rsidRPr="00503DE0">
        <w:rPr>
          <w:rFonts w:ascii="Arial" w:hAnsi="Arial" w:cs="Arial"/>
          <w:sz w:val="22"/>
          <w:szCs w:val="22"/>
        </w:rPr>
        <w:t xml:space="preserve"> o rozměru min. </w:t>
      </w:r>
      <w:r w:rsidR="001C0F4C" w:rsidRPr="00503DE0">
        <w:rPr>
          <w:rFonts w:ascii="Arial" w:hAnsi="Arial" w:cs="Arial"/>
          <w:sz w:val="22"/>
          <w:szCs w:val="22"/>
        </w:rPr>
        <w:t>34</w:t>
      </w:r>
      <w:r w:rsidR="004D7A88" w:rsidRPr="00503DE0">
        <w:rPr>
          <w:rFonts w:ascii="Arial" w:hAnsi="Arial" w:cs="Arial"/>
          <w:sz w:val="22"/>
          <w:szCs w:val="22"/>
        </w:rPr>
        <w:t xml:space="preserve">x40 </w:t>
      </w:r>
      <w:r w:rsidRPr="00503DE0">
        <w:rPr>
          <w:rFonts w:ascii="Arial" w:hAnsi="Arial" w:cs="Arial"/>
          <w:sz w:val="22"/>
          <w:szCs w:val="22"/>
        </w:rPr>
        <w:t>cm</w:t>
      </w:r>
    </w:p>
    <w:p w14:paraId="1041377C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0C2D65" w:rsidRPr="00503DE0">
        <w:rPr>
          <w:rFonts w:ascii="Arial" w:hAnsi="Arial" w:cs="Arial"/>
          <w:sz w:val="22"/>
          <w:szCs w:val="22"/>
        </w:rPr>
        <w:t>DQE při 0lp/mm min. 66</w:t>
      </w:r>
      <w:r w:rsidR="00845311" w:rsidRPr="00503DE0">
        <w:rPr>
          <w:rFonts w:ascii="Arial" w:hAnsi="Arial" w:cs="Arial"/>
          <w:sz w:val="22"/>
          <w:szCs w:val="22"/>
        </w:rPr>
        <w:t xml:space="preserve"> </w:t>
      </w:r>
      <w:r w:rsidRPr="00503DE0">
        <w:rPr>
          <w:rFonts w:ascii="Arial" w:hAnsi="Arial" w:cs="Arial"/>
          <w:sz w:val="22"/>
          <w:szCs w:val="22"/>
        </w:rPr>
        <w:t>%</w:t>
      </w:r>
    </w:p>
    <w:p w14:paraId="30FA5402" w14:textId="50F480AA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n</w:t>
      </w:r>
      <w:r w:rsidRPr="00503DE0">
        <w:rPr>
          <w:rFonts w:ascii="Arial" w:hAnsi="Arial" w:cs="Arial"/>
          <w:sz w:val="22"/>
          <w:szCs w:val="22"/>
        </w:rPr>
        <w:t>áhled snímku</w:t>
      </w:r>
      <w:r w:rsidR="000C2D65" w:rsidRPr="00503DE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0C2D65" w:rsidRPr="00503DE0">
        <w:rPr>
          <w:rFonts w:ascii="Arial" w:hAnsi="Arial" w:cs="Arial"/>
          <w:sz w:val="22"/>
          <w:szCs w:val="22"/>
        </w:rPr>
        <w:t>preview</w:t>
      </w:r>
      <w:proofErr w:type="spellEnd"/>
      <w:r w:rsidR="000C2D65" w:rsidRPr="00503DE0">
        <w:rPr>
          <w:rFonts w:ascii="Arial" w:hAnsi="Arial" w:cs="Arial"/>
          <w:sz w:val="22"/>
          <w:szCs w:val="22"/>
        </w:rPr>
        <w:t>)</w:t>
      </w:r>
      <w:r w:rsidRPr="00503DE0">
        <w:rPr>
          <w:rFonts w:ascii="Arial" w:hAnsi="Arial" w:cs="Arial"/>
          <w:sz w:val="22"/>
          <w:szCs w:val="22"/>
        </w:rPr>
        <w:t xml:space="preserve"> max. do </w:t>
      </w:r>
      <w:r w:rsidR="00457034" w:rsidRPr="00503DE0">
        <w:rPr>
          <w:rFonts w:ascii="Arial" w:hAnsi="Arial" w:cs="Arial"/>
          <w:sz w:val="22"/>
          <w:szCs w:val="22"/>
        </w:rPr>
        <w:t>5</w:t>
      </w:r>
      <w:r w:rsidRPr="00503DE0">
        <w:rPr>
          <w:rFonts w:ascii="Arial" w:hAnsi="Arial" w:cs="Arial"/>
          <w:sz w:val="22"/>
          <w:szCs w:val="22"/>
        </w:rPr>
        <w:t>sec</w:t>
      </w:r>
    </w:p>
    <w:p w14:paraId="0E75A0E7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b</w:t>
      </w:r>
      <w:r w:rsidRPr="00503DE0">
        <w:rPr>
          <w:rFonts w:ascii="Arial" w:hAnsi="Arial" w:cs="Arial"/>
          <w:sz w:val="22"/>
          <w:szCs w:val="22"/>
        </w:rPr>
        <w:t>ezdrátový přenos dat mezi detektorem a přístrojem</w:t>
      </w:r>
    </w:p>
    <w:p w14:paraId="51AA7F08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0C2D65" w:rsidRPr="00503DE0">
        <w:rPr>
          <w:rFonts w:ascii="Arial" w:hAnsi="Arial" w:cs="Arial"/>
          <w:sz w:val="22"/>
          <w:szCs w:val="22"/>
        </w:rPr>
        <w:t>min. jeden úchop</w:t>
      </w:r>
      <w:r w:rsidRPr="00503DE0">
        <w:rPr>
          <w:rFonts w:ascii="Arial" w:hAnsi="Arial" w:cs="Arial"/>
          <w:sz w:val="22"/>
          <w:szCs w:val="22"/>
        </w:rPr>
        <w:t xml:space="preserve"> na detektoru pro bezpečnou manipulaci </w:t>
      </w:r>
    </w:p>
    <w:p w14:paraId="14D829D4" w14:textId="4EF8D93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p</w:t>
      </w:r>
      <w:r w:rsidRPr="00503DE0">
        <w:rPr>
          <w:rFonts w:ascii="Arial" w:hAnsi="Arial" w:cs="Arial"/>
          <w:sz w:val="22"/>
          <w:szCs w:val="22"/>
        </w:rPr>
        <w:t>lošné zatížení detektoru pacientem</w:t>
      </w:r>
      <w:r w:rsidR="000C2D65" w:rsidRPr="00503DE0">
        <w:rPr>
          <w:rFonts w:ascii="Arial" w:hAnsi="Arial" w:cs="Arial"/>
          <w:sz w:val="22"/>
          <w:szCs w:val="22"/>
        </w:rPr>
        <w:t xml:space="preserve"> min. </w:t>
      </w:r>
      <w:r w:rsidR="00457034" w:rsidRPr="00503DE0">
        <w:rPr>
          <w:rFonts w:ascii="Arial" w:hAnsi="Arial" w:cs="Arial"/>
          <w:sz w:val="22"/>
          <w:szCs w:val="22"/>
        </w:rPr>
        <w:t xml:space="preserve">135 </w:t>
      </w:r>
      <w:r w:rsidRPr="00503DE0">
        <w:rPr>
          <w:rFonts w:ascii="Arial" w:hAnsi="Arial" w:cs="Arial"/>
          <w:sz w:val="22"/>
          <w:szCs w:val="22"/>
        </w:rPr>
        <w:t>kg</w:t>
      </w:r>
    </w:p>
    <w:p w14:paraId="43C96E47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h</w:t>
      </w:r>
      <w:r w:rsidR="000C2D65" w:rsidRPr="00503DE0">
        <w:rPr>
          <w:rFonts w:ascii="Arial" w:hAnsi="Arial" w:cs="Arial"/>
          <w:sz w:val="22"/>
          <w:szCs w:val="22"/>
        </w:rPr>
        <w:t xml:space="preserve">motnost detektoru max. </w:t>
      </w:r>
      <w:r w:rsidR="004D7A88" w:rsidRPr="00503DE0">
        <w:rPr>
          <w:rFonts w:ascii="Arial" w:hAnsi="Arial" w:cs="Arial"/>
          <w:sz w:val="22"/>
          <w:szCs w:val="22"/>
        </w:rPr>
        <w:t>4,5</w:t>
      </w:r>
      <w:r w:rsidRPr="00503DE0">
        <w:rPr>
          <w:rFonts w:ascii="Arial" w:hAnsi="Arial" w:cs="Arial"/>
          <w:sz w:val="22"/>
          <w:szCs w:val="22"/>
        </w:rPr>
        <w:t xml:space="preserve"> kg</w:t>
      </w:r>
    </w:p>
    <w:p w14:paraId="21985F7A" w14:textId="77777777" w:rsidR="007407FB" w:rsidRPr="00503DE0" w:rsidRDefault="007407FB" w:rsidP="007407FB">
      <w:pPr>
        <w:suppressAutoHyphens w:val="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            ○  </w:t>
      </w:r>
      <w:r w:rsidR="00AB0527" w:rsidRPr="00503DE0">
        <w:rPr>
          <w:rFonts w:ascii="Arial" w:hAnsi="Arial" w:cs="Arial"/>
          <w:sz w:val="22"/>
          <w:szCs w:val="22"/>
        </w:rPr>
        <w:t>i</w:t>
      </w:r>
      <w:r w:rsidR="000C2D65" w:rsidRPr="00503DE0">
        <w:rPr>
          <w:rFonts w:ascii="Arial" w:hAnsi="Arial" w:cs="Arial"/>
          <w:sz w:val="22"/>
          <w:szCs w:val="22"/>
        </w:rPr>
        <w:t>nterní paměť přístroje min. 3</w:t>
      </w:r>
      <w:r w:rsidRPr="00503DE0">
        <w:rPr>
          <w:rFonts w:ascii="Arial" w:hAnsi="Arial" w:cs="Arial"/>
          <w:sz w:val="22"/>
          <w:szCs w:val="22"/>
        </w:rPr>
        <w:t> 000 snímků</w:t>
      </w:r>
    </w:p>
    <w:p w14:paraId="6D93A24F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v</w:t>
      </w:r>
      <w:r w:rsidRPr="00503DE0">
        <w:rPr>
          <w:rFonts w:ascii="Arial" w:hAnsi="Arial" w:cs="Arial"/>
          <w:sz w:val="22"/>
          <w:szCs w:val="22"/>
        </w:rPr>
        <w:t xml:space="preserve">ysokofrekvenční generátor s výkonem min. 30 kW </w:t>
      </w:r>
    </w:p>
    <w:p w14:paraId="53C6AC7B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r</w:t>
      </w:r>
      <w:r w:rsidRPr="00503DE0">
        <w:rPr>
          <w:rFonts w:ascii="Arial" w:hAnsi="Arial" w:cs="Arial"/>
          <w:sz w:val="22"/>
          <w:szCs w:val="22"/>
        </w:rPr>
        <w:t>entgenka</w:t>
      </w:r>
      <w:r w:rsidR="000C2D65" w:rsidRPr="00503DE0">
        <w:rPr>
          <w:rFonts w:ascii="Arial" w:hAnsi="Arial" w:cs="Arial"/>
          <w:sz w:val="22"/>
          <w:szCs w:val="22"/>
        </w:rPr>
        <w:t xml:space="preserve"> minimálně</w:t>
      </w:r>
      <w:r w:rsidRPr="00503DE0">
        <w:rPr>
          <w:rFonts w:ascii="Arial" w:hAnsi="Arial" w:cs="Arial"/>
          <w:sz w:val="22"/>
          <w:szCs w:val="22"/>
        </w:rPr>
        <w:t xml:space="preserve"> </w:t>
      </w:r>
      <w:r w:rsidR="000C2D65" w:rsidRPr="00503DE0">
        <w:rPr>
          <w:rFonts w:ascii="Arial" w:hAnsi="Arial" w:cs="Arial"/>
          <w:sz w:val="22"/>
          <w:szCs w:val="22"/>
        </w:rPr>
        <w:t>s jedním ohniskem</w:t>
      </w:r>
      <w:r w:rsidRPr="00503DE0">
        <w:rPr>
          <w:rFonts w:ascii="Arial" w:hAnsi="Arial" w:cs="Arial"/>
          <w:sz w:val="22"/>
          <w:szCs w:val="22"/>
        </w:rPr>
        <w:t xml:space="preserve">, </w:t>
      </w:r>
      <w:r w:rsidR="000C2D65" w:rsidRPr="00503DE0">
        <w:rPr>
          <w:rFonts w:ascii="Arial" w:hAnsi="Arial" w:cs="Arial"/>
          <w:sz w:val="22"/>
          <w:szCs w:val="22"/>
        </w:rPr>
        <w:t>max. 0,8</w:t>
      </w:r>
      <w:r w:rsidRPr="00503DE0">
        <w:rPr>
          <w:rFonts w:ascii="Arial" w:hAnsi="Arial" w:cs="Arial"/>
          <w:sz w:val="22"/>
          <w:szCs w:val="22"/>
        </w:rPr>
        <w:t xml:space="preserve"> mm </w:t>
      </w:r>
    </w:p>
    <w:p w14:paraId="07D3C739" w14:textId="207ECAFB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r</w:t>
      </w:r>
      <w:r w:rsidRPr="00503DE0">
        <w:rPr>
          <w:rFonts w:ascii="Arial" w:hAnsi="Arial" w:cs="Arial"/>
          <w:sz w:val="22"/>
          <w:szCs w:val="22"/>
        </w:rPr>
        <w:t xml:space="preserve">ozsah napětí rentgenky </w:t>
      </w:r>
      <w:r w:rsidR="00457034" w:rsidRPr="00503DE0">
        <w:rPr>
          <w:rFonts w:ascii="Arial" w:hAnsi="Arial" w:cs="Arial"/>
          <w:sz w:val="22"/>
          <w:szCs w:val="22"/>
        </w:rPr>
        <w:t xml:space="preserve">min. </w:t>
      </w:r>
      <w:r w:rsidRPr="00503DE0">
        <w:rPr>
          <w:rFonts w:ascii="Arial" w:hAnsi="Arial" w:cs="Arial"/>
          <w:sz w:val="22"/>
          <w:szCs w:val="22"/>
        </w:rPr>
        <w:t xml:space="preserve">50 – 125 </w:t>
      </w:r>
      <w:proofErr w:type="spellStart"/>
      <w:r w:rsidRPr="00503DE0">
        <w:rPr>
          <w:rFonts w:ascii="Arial" w:hAnsi="Arial" w:cs="Arial"/>
          <w:sz w:val="22"/>
          <w:szCs w:val="22"/>
        </w:rPr>
        <w:t>kV</w:t>
      </w:r>
      <w:proofErr w:type="spellEnd"/>
    </w:p>
    <w:p w14:paraId="628E95B2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r</w:t>
      </w:r>
      <w:r w:rsidR="0035714C" w:rsidRPr="00503DE0">
        <w:rPr>
          <w:rFonts w:ascii="Arial" w:hAnsi="Arial" w:cs="Arial"/>
          <w:sz w:val="22"/>
          <w:szCs w:val="22"/>
        </w:rPr>
        <w:t xml:space="preserve">ozsah </w:t>
      </w:r>
      <w:proofErr w:type="spellStart"/>
      <w:r w:rsidR="0035714C" w:rsidRPr="00503DE0">
        <w:rPr>
          <w:rFonts w:ascii="Arial" w:hAnsi="Arial" w:cs="Arial"/>
          <w:sz w:val="22"/>
          <w:szCs w:val="22"/>
        </w:rPr>
        <w:t>mAs</w:t>
      </w:r>
      <w:proofErr w:type="spellEnd"/>
      <w:r w:rsidR="0035714C" w:rsidRPr="00503DE0">
        <w:rPr>
          <w:rFonts w:ascii="Arial" w:hAnsi="Arial" w:cs="Arial"/>
          <w:sz w:val="22"/>
          <w:szCs w:val="22"/>
        </w:rPr>
        <w:t xml:space="preserve"> min. 0,4</w:t>
      </w:r>
      <w:r w:rsidR="000C2D65" w:rsidRPr="00503DE0">
        <w:rPr>
          <w:rFonts w:ascii="Arial" w:hAnsi="Arial" w:cs="Arial"/>
          <w:sz w:val="22"/>
          <w:szCs w:val="22"/>
        </w:rPr>
        <w:t xml:space="preserve"> – 360</w:t>
      </w:r>
      <w:r w:rsidR="004D7A88" w:rsidRPr="00503DE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A88" w:rsidRPr="00503DE0">
        <w:rPr>
          <w:rFonts w:ascii="Arial" w:hAnsi="Arial" w:cs="Arial"/>
          <w:sz w:val="22"/>
          <w:szCs w:val="22"/>
        </w:rPr>
        <w:t>mAs</w:t>
      </w:r>
      <w:proofErr w:type="spellEnd"/>
    </w:p>
    <w:p w14:paraId="1311AC27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k</w:t>
      </w:r>
      <w:r w:rsidRPr="00503DE0">
        <w:rPr>
          <w:rFonts w:ascii="Arial" w:hAnsi="Arial" w:cs="Arial"/>
          <w:sz w:val="22"/>
          <w:szCs w:val="22"/>
        </w:rPr>
        <w:t>olimátor s paralelními clonami</w:t>
      </w:r>
    </w:p>
    <w:p w14:paraId="28060985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v</w:t>
      </w:r>
      <w:r w:rsidRPr="00503DE0">
        <w:rPr>
          <w:rFonts w:ascii="Arial" w:hAnsi="Arial" w:cs="Arial"/>
          <w:sz w:val="22"/>
          <w:szCs w:val="22"/>
        </w:rPr>
        <w:t>ymezení prim</w:t>
      </w:r>
      <w:r w:rsidR="000C2D65" w:rsidRPr="00503DE0">
        <w:rPr>
          <w:rFonts w:ascii="Arial" w:hAnsi="Arial" w:cs="Arial"/>
          <w:sz w:val="22"/>
          <w:szCs w:val="22"/>
        </w:rPr>
        <w:t xml:space="preserve">árního svazku při SID 1m min. </w:t>
      </w:r>
      <w:r w:rsidR="001C0F4C" w:rsidRPr="00503DE0">
        <w:rPr>
          <w:rFonts w:ascii="Arial" w:hAnsi="Arial" w:cs="Arial"/>
          <w:sz w:val="22"/>
          <w:szCs w:val="22"/>
        </w:rPr>
        <w:t>34 x 42</w:t>
      </w:r>
      <w:r w:rsidRPr="00503DE0">
        <w:rPr>
          <w:rFonts w:ascii="Arial" w:hAnsi="Arial" w:cs="Arial"/>
          <w:sz w:val="22"/>
          <w:szCs w:val="22"/>
        </w:rPr>
        <w:t xml:space="preserve"> cm</w:t>
      </w:r>
    </w:p>
    <w:p w14:paraId="0AA7F362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z</w:t>
      </w:r>
      <w:r w:rsidRPr="00503DE0">
        <w:rPr>
          <w:rFonts w:ascii="Arial" w:hAnsi="Arial" w:cs="Arial"/>
          <w:sz w:val="22"/>
          <w:szCs w:val="22"/>
        </w:rPr>
        <w:t>obrazení úhlu náklonu RTG lampy</w:t>
      </w:r>
    </w:p>
    <w:p w14:paraId="6830B5B0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r</w:t>
      </w:r>
      <w:r w:rsidRPr="00503DE0">
        <w:rPr>
          <w:rFonts w:ascii="Arial" w:hAnsi="Arial" w:cs="Arial"/>
          <w:sz w:val="22"/>
          <w:szCs w:val="22"/>
        </w:rPr>
        <w:t>otace sloupu s rentgenk</w:t>
      </w:r>
      <w:r w:rsidR="000C2D65" w:rsidRPr="00503DE0">
        <w:rPr>
          <w:rFonts w:ascii="Arial" w:hAnsi="Arial" w:cs="Arial"/>
          <w:sz w:val="22"/>
          <w:szCs w:val="22"/>
        </w:rPr>
        <w:t>ou kolem vlastní osy min. +/- 9</w:t>
      </w:r>
      <w:r w:rsidRPr="00503DE0">
        <w:rPr>
          <w:rFonts w:ascii="Arial" w:hAnsi="Arial" w:cs="Arial"/>
          <w:sz w:val="22"/>
          <w:szCs w:val="22"/>
        </w:rPr>
        <w:t>0º</w:t>
      </w:r>
    </w:p>
    <w:p w14:paraId="2FB71EE5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r</w:t>
      </w:r>
      <w:r w:rsidRPr="00503DE0">
        <w:rPr>
          <w:rFonts w:ascii="Arial" w:hAnsi="Arial" w:cs="Arial"/>
          <w:sz w:val="22"/>
          <w:szCs w:val="22"/>
        </w:rPr>
        <w:t xml:space="preserve">otace </w:t>
      </w:r>
      <w:r w:rsidR="000C2D65" w:rsidRPr="00503DE0">
        <w:rPr>
          <w:rFonts w:ascii="Arial" w:hAnsi="Arial" w:cs="Arial"/>
          <w:sz w:val="22"/>
          <w:szCs w:val="22"/>
        </w:rPr>
        <w:t>kolimátoru min. +/-9</w:t>
      </w:r>
      <w:r w:rsidRPr="00503DE0">
        <w:rPr>
          <w:rFonts w:ascii="Arial" w:hAnsi="Arial" w:cs="Arial"/>
          <w:sz w:val="22"/>
          <w:szCs w:val="22"/>
        </w:rPr>
        <w:t>0º</w:t>
      </w:r>
    </w:p>
    <w:p w14:paraId="1F28F7A2" w14:textId="77777777" w:rsidR="007407FB" w:rsidRPr="00503DE0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v</w:t>
      </w:r>
      <w:r w:rsidRPr="00503DE0">
        <w:rPr>
          <w:rFonts w:ascii="Arial" w:hAnsi="Arial" w:cs="Arial"/>
          <w:sz w:val="22"/>
          <w:szCs w:val="22"/>
        </w:rPr>
        <w:t>zdálenost ohniska od podlahy min. v rozsahu 650 – 2000 mm</w:t>
      </w:r>
    </w:p>
    <w:p w14:paraId="01B0BD6C" w14:textId="3BB1FC8E" w:rsidR="007407FB" w:rsidRPr="007407FB" w:rsidRDefault="007407FB" w:rsidP="007407FB">
      <w:pPr>
        <w:suppressAutoHyphens w:val="0"/>
        <w:ind w:left="720"/>
        <w:rPr>
          <w:rFonts w:ascii="Arial" w:hAnsi="Arial" w:cs="Arial"/>
          <w:sz w:val="22"/>
          <w:szCs w:val="22"/>
        </w:rPr>
      </w:pPr>
      <w:r w:rsidRPr="00503DE0">
        <w:rPr>
          <w:rFonts w:ascii="Arial" w:hAnsi="Arial" w:cs="Arial"/>
          <w:sz w:val="22"/>
          <w:szCs w:val="22"/>
        </w:rPr>
        <w:t xml:space="preserve">○  </w:t>
      </w:r>
      <w:r w:rsidR="00AB0527" w:rsidRPr="00503DE0">
        <w:rPr>
          <w:rFonts w:ascii="Arial" w:hAnsi="Arial" w:cs="Arial"/>
          <w:sz w:val="22"/>
          <w:szCs w:val="22"/>
        </w:rPr>
        <w:t>h</w:t>
      </w:r>
      <w:r w:rsidRPr="00503DE0">
        <w:rPr>
          <w:rFonts w:ascii="Arial" w:hAnsi="Arial" w:cs="Arial"/>
          <w:sz w:val="22"/>
          <w:szCs w:val="22"/>
        </w:rPr>
        <w:t xml:space="preserve">motnost max. do </w:t>
      </w:r>
      <w:r w:rsidR="00A91405" w:rsidRPr="00503DE0">
        <w:rPr>
          <w:rFonts w:ascii="Arial" w:hAnsi="Arial" w:cs="Arial"/>
          <w:sz w:val="22"/>
          <w:szCs w:val="22"/>
        </w:rPr>
        <w:t xml:space="preserve">600 </w:t>
      </w:r>
      <w:r w:rsidRPr="00503DE0">
        <w:rPr>
          <w:rFonts w:ascii="Arial" w:hAnsi="Arial" w:cs="Arial"/>
          <w:sz w:val="22"/>
          <w:szCs w:val="22"/>
        </w:rPr>
        <w:t>kg</w:t>
      </w:r>
      <w:bookmarkStart w:id="0" w:name="_GoBack"/>
      <w:bookmarkEnd w:id="0"/>
    </w:p>
    <w:p w14:paraId="745F9B38" w14:textId="77777777" w:rsidR="00BF65D8" w:rsidRPr="00DE7EF5" w:rsidRDefault="00BF65D8" w:rsidP="00BF65D8">
      <w:pPr>
        <w:tabs>
          <w:tab w:val="left" w:pos="5472"/>
        </w:tabs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ab/>
      </w:r>
    </w:p>
    <w:p w14:paraId="12D29C06" w14:textId="77777777" w:rsidR="00BF65D8" w:rsidRPr="00DE7EF5" w:rsidRDefault="00BF65D8" w:rsidP="00BF65D8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34B85325" w14:textId="77777777" w:rsidR="00BF65D8" w:rsidRPr="00DE7EF5" w:rsidRDefault="00BF65D8" w:rsidP="00BF65D8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DE7EF5">
        <w:rPr>
          <w:rFonts w:ascii="Arial" w:hAnsi="Arial" w:cs="Arial"/>
          <w:sz w:val="22"/>
          <w:szCs w:val="22"/>
          <w:u w:val="single"/>
        </w:rPr>
        <w:t>Dozimetrie</w:t>
      </w:r>
    </w:p>
    <w:p w14:paraId="1E5A786D" w14:textId="77777777" w:rsidR="00BF65D8" w:rsidRPr="00DE7EF5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DE7EF5">
        <w:rPr>
          <w:rFonts w:ascii="Arial" w:hAnsi="Arial" w:cs="Arial"/>
          <w:sz w:val="22"/>
          <w:szCs w:val="22"/>
        </w:rPr>
        <w:t>Systém měření dávky na pacienta komůrkou integrovanou v primární cloně.</w:t>
      </w:r>
    </w:p>
    <w:p w14:paraId="0FCABA1A" w14:textId="77777777" w:rsidR="00BF65D8" w:rsidRPr="00DE7EF5" w:rsidRDefault="00BF65D8" w:rsidP="00BF65D8">
      <w:pPr>
        <w:ind w:left="708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6F523C60" w14:textId="77777777" w:rsidR="00BF65D8" w:rsidRPr="00DE7EF5" w:rsidRDefault="00BF65D8" w:rsidP="00BF65D8">
      <w:pPr>
        <w:ind w:left="851" w:hanging="143"/>
        <w:jc w:val="both"/>
        <w:rPr>
          <w:rFonts w:ascii="Arial" w:hAnsi="Arial" w:cs="Arial"/>
          <w:snapToGrid w:val="0"/>
          <w:sz w:val="22"/>
          <w:szCs w:val="22"/>
        </w:rPr>
      </w:pPr>
    </w:p>
    <w:p w14:paraId="40E33346" w14:textId="77777777" w:rsidR="00BF65D8" w:rsidRPr="009667BA" w:rsidRDefault="00BF65D8" w:rsidP="009667BA">
      <w:pPr>
        <w:pStyle w:val="Zkladntextodsazen"/>
        <w:numPr>
          <w:ilvl w:val="1"/>
          <w:numId w:val="35"/>
        </w:numPr>
        <w:suppressAutoHyphens w:val="0"/>
        <w:autoSpaceDN w:val="0"/>
        <w:spacing w:after="0"/>
        <w:ind w:left="540" w:hanging="540"/>
        <w:rPr>
          <w:rFonts w:ascii="Arial" w:hAnsi="Arial" w:cs="Arial"/>
          <w:sz w:val="22"/>
          <w:szCs w:val="22"/>
          <w:u w:val="single"/>
        </w:rPr>
      </w:pPr>
      <w:r w:rsidRPr="009667BA">
        <w:rPr>
          <w:rFonts w:ascii="Arial" w:hAnsi="Arial" w:cs="Arial"/>
          <w:snapToGrid w:val="0"/>
          <w:sz w:val="22"/>
          <w:szCs w:val="22"/>
          <w:u w:val="single"/>
        </w:rPr>
        <w:t>Komunikace s PACS a KIS zadavatele</w:t>
      </w:r>
      <w:r w:rsidRPr="009667BA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732DCC5" w14:textId="77777777" w:rsidR="00BF65D8" w:rsidRPr="00DE7EF5" w:rsidRDefault="00BF65D8" w:rsidP="00BF65D8">
      <w:pPr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</w:p>
    <w:p w14:paraId="254C5154" w14:textId="77777777" w:rsidR="00BF65D8" w:rsidRPr="004F34D0" w:rsidRDefault="00BF65D8" w:rsidP="004F34D0">
      <w:pPr>
        <w:ind w:left="350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sz w:val="22"/>
          <w:szCs w:val="22"/>
        </w:rPr>
        <w:t>Komunikace v DICOM 3 formátu, služby:</w:t>
      </w:r>
    </w:p>
    <w:p w14:paraId="7BD8BC3C" w14:textId="77777777"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Store</w:t>
      </w:r>
      <w:proofErr w:type="spellEnd"/>
    </w:p>
    <w:p w14:paraId="44BA36E4" w14:textId="77777777"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Modality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Worklist</w:t>
      </w:r>
      <w:proofErr w:type="spellEnd"/>
    </w:p>
    <w:p w14:paraId="36D8B4A7" w14:textId="77777777"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r w:rsidRPr="004F34D0">
        <w:rPr>
          <w:rFonts w:ascii="Arial" w:hAnsi="Arial" w:cs="Arial"/>
          <w:b w:val="0"/>
          <w:sz w:val="22"/>
          <w:szCs w:val="22"/>
        </w:rPr>
        <w:t xml:space="preserve">MPPS (Modality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Performed</w:t>
      </w:r>
      <w:proofErr w:type="spellEnd"/>
      <w:r w:rsidRPr="004F34D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4F34D0">
        <w:rPr>
          <w:rFonts w:ascii="Arial" w:hAnsi="Arial" w:cs="Arial"/>
          <w:b w:val="0"/>
          <w:sz w:val="22"/>
          <w:szCs w:val="22"/>
        </w:rPr>
        <w:t>Procedure</w:t>
      </w:r>
      <w:proofErr w:type="spellEnd"/>
      <w:r w:rsidRPr="004F34D0">
        <w:rPr>
          <w:rFonts w:ascii="Arial" w:hAnsi="Arial" w:cs="Arial"/>
          <w:b w:val="0"/>
          <w:sz w:val="22"/>
          <w:szCs w:val="22"/>
        </w:rPr>
        <w:t xml:space="preserve"> Step)</w:t>
      </w:r>
    </w:p>
    <w:p w14:paraId="32972CC2" w14:textId="77777777"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Print</w:t>
      </w:r>
      <w:proofErr w:type="spellEnd"/>
    </w:p>
    <w:p w14:paraId="6C9CC9E4" w14:textId="77777777" w:rsidR="00BF65D8" w:rsidRPr="004F34D0" w:rsidRDefault="00BF65D8" w:rsidP="004F34D0">
      <w:pPr>
        <w:pStyle w:val="Odstavecseseznamem"/>
        <w:numPr>
          <w:ilvl w:val="0"/>
          <w:numId w:val="38"/>
        </w:numPr>
        <w:ind w:left="710" w:right="278"/>
        <w:jc w:val="both"/>
        <w:rPr>
          <w:rFonts w:ascii="Arial" w:hAnsi="Arial" w:cs="Arial"/>
          <w:sz w:val="22"/>
          <w:szCs w:val="22"/>
        </w:rPr>
      </w:pPr>
      <w:proofErr w:type="spellStart"/>
      <w:r w:rsidRPr="004F34D0">
        <w:rPr>
          <w:rFonts w:ascii="Arial" w:hAnsi="Arial" w:cs="Arial"/>
          <w:b w:val="0"/>
          <w:sz w:val="22"/>
          <w:szCs w:val="22"/>
        </w:rPr>
        <w:t>Send</w:t>
      </w:r>
      <w:proofErr w:type="spellEnd"/>
    </w:p>
    <w:p w14:paraId="55FA319A" w14:textId="77777777" w:rsidR="00BF65D8" w:rsidRPr="004F34D0" w:rsidRDefault="00BF65D8" w:rsidP="00AB0527">
      <w:pPr>
        <w:pStyle w:val="Odstavecseseznamem"/>
        <w:ind w:left="710" w:right="278"/>
        <w:jc w:val="both"/>
        <w:rPr>
          <w:rFonts w:ascii="Arial" w:hAnsi="Arial" w:cs="Arial"/>
          <w:sz w:val="22"/>
          <w:szCs w:val="22"/>
        </w:rPr>
      </w:pPr>
    </w:p>
    <w:p w14:paraId="7A4DD1DC" w14:textId="77777777" w:rsidR="00BF65D8" w:rsidRPr="00DE7EF5" w:rsidRDefault="00BF65D8" w:rsidP="00BF65D8">
      <w:pPr>
        <w:ind w:left="360"/>
        <w:rPr>
          <w:rFonts w:ascii="Arial" w:hAnsi="Arial" w:cs="Arial"/>
          <w:sz w:val="22"/>
          <w:szCs w:val="22"/>
        </w:rPr>
      </w:pPr>
    </w:p>
    <w:p w14:paraId="1678DADD" w14:textId="77777777" w:rsidR="00BF65D8" w:rsidRPr="00E82C02" w:rsidRDefault="00BF65D8" w:rsidP="00BF65D8">
      <w:pPr>
        <w:tabs>
          <w:tab w:val="left" w:pos="1301"/>
        </w:tabs>
        <w:rPr>
          <w:rFonts w:ascii="Arial" w:hAnsi="Arial" w:cs="Arial"/>
          <w:sz w:val="22"/>
          <w:szCs w:val="22"/>
        </w:rPr>
      </w:pPr>
      <w:r w:rsidRPr="00E82C02">
        <w:rPr>
          <w:rFonts w:ascii="Arial" w:hAnsi="Arial" w:cs="Arial"/>
          <w:sz w:val="22"/>
          <w:szCs w:val="22"/>
        </w:rPr>
        <w:tab/>
      </w:r>
    </w:p>
    <w:p w14:paraId="3571002A" w14:textId="77777777" w:rsidR="00B8087E" w:rsidRPr="00BF65D8" w:rsidRDefault="00B8087E" w:rsidP="00BF65D8"/>
    <w:sectPr w:rsidR="00B8087E" w:rsidRPr="00BF65D8">
      <w:headerReference w:type="default" r:id="rId8"/>
      <w:headerReference w:type="first" r:id="rId9"/>
      <w:pgSz w:w="11906" w:h="16838"/>
      <w:pgMar w:top="765" w:right="1418" w:bottom="992" w:left="1418" w:header="709" w:footer="476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A93C4" w14:textId="77777777" w:rsidR="00D20740" w:rsidRDefault="00D20740">
      <w:r>
        <w:separator/>
      </w:r>
    </w:p>
  </w:endnote>
  <w:endnote w:type="continuationSeparator" w:id="0">
    <w:p w14:paraId="55B73E85" w14:textId="77777777" w:rsidR="00D20740" w:rsidRDefault="00D2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37430" w14:textId="77777777" w:rsidR="00D20740" w:rsidRDefault="00D20740">
      <w:r>
        <w:separator/>
      </w:r>
    </w:p>
  </w:footnote>
  <w:footnote w:type="continuationSeparator" w:id="0">
    <w:p w14:paraId="7B55CEDF" w14:textId="77777777" w:rsidR="00D20740" w:rsidRDefault="00D20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C5912" w14:textId="77777777" w:rsidR="0074691C" w:rsidRPr="00BD0714" w:rsidRDefault="007A5006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8240" behindDoc="0" locked="0" layoutInCell="1" allowOverlap="1" wp14:anchorId="3CB2DE63" wp14:editId="350A56B4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10" name="obrázek 10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BD0714">
      <w:rPr>
        <w:rFonts w:ascii="Arial" w:hAnsi="Arial" w:cs="Arial"/>
        <w:i/>
        <w:sz w:val="18"/>
        <w:szCs w:val="18"/>
      </w:rPr>
      <w:t>Nemocnice Třebíč, příspěvková organizace</w:t>
    </w:r>
  </w:p>
  <w:p w14:paraId="3931CE32" w14:textId="77777777" w:rsidR="0074691C" w:rsidRPr="00BD0714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i/>
        <w:sz w:val="18"/>
        <w:szCs w:val="18"/>
      </w:rPr>
      <w:t>Purkyňovo nám. 133/2, 674 01 Třebíč, IČO 00839396</w:t>
    </w:r>
  </w:p>
  <w:p w14:paraId="46C03904" w14:textId="77777777" w:rsidR="00B8087E" w:rsidRPr="001341FD" w:rsidRDefault="00B8087E" w:rsidP="001341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D3695" w14:textId="77777777" w:rsidR="0074691C" w:rsidRPr="00BD0714" w:rsidRDefault="007A5006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BD0714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7216" behindDoc="0" locked="0" layoutInCell="1" allowOverlap="1" wp14:anchorId="68AD0FF4" wp14:editId="5249F84E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9" name="obrázek 9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BD0714">
      <w:rPr>
        <w:rFonts w:ascii="Arial" w:hAnsi="Arial" w:cs="Arial"/>
        <w:i/>
        <w:sz w:val="18"/>
        <w:szCs w:val="18"/>
      </w:rPr>
      <w:t>Nemocnice Třebíč, příspěvková organizace</w:t>
    </w:r>
  </w:p>
  <w:p w14:paraId="3783F76D" w14:textId="77777777" w:rsidR="0074691C" w:rsidRPr="00FA2050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</w:rPr>
    </w:pPr>
    <w:r w:rsidRPr="00BD0714">
      <w:rPr>
        <w:rFonts w:ascii="Arial" w:hAnsi="Arial" w:cs="Arial"/>
        <w:i/>
        <w:sz w:val="18"/>
        <w:szCs w:val="18"/>
      </w:rPr>
      <w:t>Purkyňovo nám. 133/2, 674 01 Třebíč, IČO 00839396</w:t>
    </w:r>
  </w:p>
  <w:p w14:paraId="5CB7EFD5" w14:textId="77777777" w:rsidR="00B8087E" w:rsidRDefault="00B80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B55481"/>
    <w:multiLevelType w:val="multilevel"/>
    <w:tmpl w:val="1D44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4DE6B3B"/>
    <w:multiLevelType w:val="hybridMultilevel"/>
    <w:tmpl w:val="FE28040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91EA1"/>
    <w:multiLevelType w:val="hybridMultilevel"/>
    <w:tmpl w:val="A9EEC19A"/>
    <w:lvl w:ilvl="0" w:tplc="9AD216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081C98"/>
    <w:multiLevelType w:val="hybridMultilevel"/>
    <w:tmpl w:val="2DB00E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CE46FA"/>
    <w:multiLevelType w:val="hybridMultilevel"/>
    <w:tmpl w:val="DE5AB0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0A41F4"/>
    <w:multiLevelType w:val="hybridMultilevel"/>
    <w:tmpl w:val="12F6E06A"/>
    <w:lvl w:ilvl="0" w:tplc="0D50108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0BB00B3B"/>
    <w:multiLevelType w:val="hybridMultilevel"/>
    <w:tmpl w:val="15FCA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12E18"/>
    <w:multiLevelType w:val="hybridMultilevel"/>
    <w:tmpl w:val="00202FDC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C45D8"/>
    <w:multiLevelType w:val="hybridMultilevel"/>
    <w:tmpl w:val="7A66FC0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F7CBE"/>
    <w:multiLevelType w:val="hybridMultilevel"/>
    <w:tmpl w:val="62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D32A8"/>
    <w:multiLevelType w:val="hybridMultilevel"/>
    <w:tmpl w:val="267CC5CC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F9518B"/>
    <w:multiLevelType w:val="hybridMultilevel"/>
    <w:tmpl w:val="1EEEEBF2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A56C2A"/>
    <w:multiLevelType w:val="hybridMultilevel"/>
    <w:tmpl w:val="8592B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E3805"/>
    <w:multiLevelType w:val="hybridMultilevel"/>
    <w:tmpl w:val="9606E9A8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06710E"/>
    <w:multiLevelType w:val="hybridMultilevel"/>
    <w:tmpl w:val="F4F4B7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46F75"/>
    <w:multiLevelType w:val="hybridMultilevel"/>
    <w:tmpl w:val="6680B47E"/>
    <w:lvl w:ilvl="0" w:tplc="CF465F5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7">
    <w:nsid w:val="2BD305E4"/>
    <w:multiLevelType w:val="hybridMultilevel"/>
    <w:tmpl w:val="627A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E46AD"/>
    <w:multiLevelType w:val="hybridMultilevel"/>
    <w:tmpl w:val="377AA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09143B"/>
    <w:multiLevelType w:val="hybridMultilevel"/>
    <w:tmpl w:val="91AA8C0E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7618A"/>
    <w:multiLevelType w:val="hybridMultilevel"/>
    <w:tmpl w:val="860629DA"/>
    <w:lvl w:ilvl="0" w:tplc="CF465F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65E6276"/>
    <w:multiLevelType w:val="hybridMultilevel"/>
    <w:tmpl w:val="097C511C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D2445A"/>
    <w:multiLevelType w:val="hybridMultilevel"/>
    <w:tmpl w:val="0CE890A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05585"/>
    <w:multiLevelType w:val="hybridMultilevel"/>
    <w:tmpl w:val="1760FD9E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95FFC"/>
    <w:multiLevelType w:val="hybridMultilevel"/>
    <w:tmpl w:val="ECB22C7A"/>
    <w:lvl w:ilvl="0" w:tplc="955C8476">
      <w:numFmt w:val="bullet"/>
      <w:pStyle w:val="Odstavec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452854E5"/>
    <w:multiLevelType w:val="hybridMultilevel"/>
    <w:tmpl w:val="1F4E73BA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9070E"/>
    <w:multiLevelType w:val="hybridMultilevel"/>
    <w:tmpl w:val="A1FE0634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734051"/>
    <w:multiLevelType w:val="hybridMultilevel"/>
    <w:tmpl w:val="6178B9C0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2D66E2"/>
    <w:multiLevelType w:val="hybridMultilevel"/>
    <w:tmpl w:val="6F3603B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9E3B9F"/>
    <w:multiLevelType w:val="hybridMultilevel"/>
    <w:tmpl w:val="EA78C15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3C070C"/>
    <w:multiLevelType w:val="hybridMultilevel"/>
    <w:tmpl w:val="FD7413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FCF5CDF"/>
    <w:multiLevelType w:val="hybridMultilevel"/>
    <w:tmpl w:val="60C61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557EC"/>
    <w:multiLevelType w:val="hybridMultilevel"/>
    <w:tmpl w:val="6D18946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EE3FDB"/>
    <w:multiLevelType w:val="hybridMultilevel"/>
    <w:tmpl w:val="C83AD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902EE"/>
    <w:multiLevelType w:val="hybridMultilevel"/>
    <w:tmpl w:val="4642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03C07"/>
    <w:multiLevelType w:val="hybridMultilevel"/>
    <w:tmpl w:val="286AB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33462"/>
    <w:multiLevelType w:val="hybridMultilevel"/>
    <w:tmpl w:val="AE6CD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902D8"/>
    <w:multiLevelType w:val="hybridMultilevel"/>
    <w:tmpl w:val="790EA110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51E4CF3"/>
    <w:multiLevelType w:val="singleLevel"/>
    <w:tmpl w:val="AF6EC5A4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</w:abstractNum>
  <w:abstractNum w:abstractNumId="39">
    <w:nsid w:val="7890782A"/>
    <w:multiLevelType w:val="hybridMultilevel"/>
    <w:tmpl w:val="793C7B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3"/>
  </w:num>
  <w:num w:numId="5">
    <w:abstractNumId w:val="5"/>
  </w:num>
  <w:num w:numId="6">
    <w:abstractNumId w:val="33"/>
  </w:num>
  <w:num w:numId="7">
    <w:abstractNumId w:val="15"/>
  </w:num>
  <w:num w:numId="8">
    <w:abstractNumId w:val="30"/>
  </w:num>
  <w:num w:numId="9">
    <w:abstractNumId w:val="36"/>
  </w:num>
  <w:num w:numId="10">
    <w:abstractNumId w:val="35"/>
  </w:num>
  <w:num w:numId="11">
    <w:abstractNumId w:val="39"/>
  </w:num>
  <w:num w:numId="12">
    <w:abstractNumId w:val="17"/>
  </w:num>
  <w:num w:numId="13">
    <w:abstractNumId w:val="31"/>
  </w:num>
  <w:num w:numId="14">
    <w:abstractNumId w:val="7"/>
  </w:num>
  <w:num w:numId="15">
    <w:abstractNumId w:val="11"/>
  </w:num>
  <w:num w:numId="16">
    <w:abstractNumId w:val="34"/>
  </w:num>
  <w:num w:numId="17">
    <w:abstractNumId w:val="26"/>
  </w:num>
  <w:num w:numId="18">
    <w:abstractNumId w:val="24"/>
  </w:num>
  <w:num w:numId="19">
    <w:abstractNumId w:val="19"/>
  </w:num>
  <w:num w:numId="20">
    <w:abstractNumId w:val="2"/>
  </w:num>
  <w:num w:numId="21">
    <w:abstractNumId w:val="32"/>
  </w:num>
  <w:num w:numId="22">
    <w:abstractNumId w:val="12"/>
  </w:num>
  <w:num w:numId="23">
    <w:abstractNumId w:val="29"/>
  </w:num>
  <w:num w:numId="24">
    <w:abstractNumId w:val="14"/>
  </w:num>
  <w:num w:numId="25">
    <w:abstractNumId w:val="28"/>
  </w:num>
  <w:num w:numId="26">
    <w:abstractNumId w:val="24"/>
  </w:num>
  <w:num w:numId="27">
    <w:abstractNumId w:val="22"/>
  </w:num>
  <w:num w:numId="28">
    <w:abstractNumId w:val="25"/>
  </w:num>
  <w:num w:numId="29">
    <w:abstractNumId w:val="23"/>
  </w:num>
  <w:num w:numId="30">
    <w:abstractNumId w:val="8"/>
  </w:num>
  <w:num w:numId="31">
    <w:abstractNumId w:val="21"/>
  </w:num>
  <w:num w:numId="32">
    <w:abstractNumId w:val="27"/>
  </w:num>
  <w:num w:numId="33">
    <w:abstractNumId w:val="4"/>
  </w:num>
  <w:num w:numId="34">
    <w:abstractNumId w:val="9"/>
  </w:num>
  <w:num w:numId="35">
    <w:abstractNumId w:val="1"/>
  </w:num>
  <w:num w:numId="36">
    <w:abstractNumId w:val="38"/>
  </w:num>
  <w:num w:numId="37">
    <w:abstractNumId w:val="37"/>
  </w:num>
  <w:num w:numId="38">
    <w:abstractNumId w:val="20"/>
  </w:num>
  <w:num w:numId="39">
    <w:abstractNumId w:val="6"/>
  </w:num>
  <w:num w:numId="40">
    <w:abstractNumId w:val="1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01"/>
    <w:rsid w:val="000028C7"/>
    <w:rsid w:val="00017BCB"/>
    <w:rsid w:val="00020B5B"/>
    <w:rsid w:val="00022CC6"/>
    <w:rsid w:val="00035993"/>
    <w:rsid w:val="00053057"/>
    <w:rsid w:val="000761A5"/>
    <w:rsid w:val="00087049"/>
    <w:rsid w:val="000A54BA"/>
    <w:rsid w:val="000B04CE"/>
    <w:rsid w:val="000C2D65"/>
    <w:rsid w:val="000C3908"/>
    <w:rsid w:val="000D0378"/>
    <w:rsid w:val="000D1681"/>
    <w:rsid w:val="000D16EB"/>
    <w:rsid w:val="001341FD"/>
    <w:rsid w:val="001541CB"/>
    <w:rsid w:val="001739AB"/>
    <w:rsid w:val="00177CB5"/>
    <w:rsid w:val="001A2ADB"/>
    <w:rsid w:val="001C0F4C"/>
    <w:rsid w:val="001C5E95"/>
    <w:rsid w:val="002052C3"/>
    <w:rsid w:val="00254FAD"/>
    <w:rsid w:val="002E098F"/>
    <w:rsid w:val="002E15C8"/>
    <w:rsid w:val="00305898"/>
    <w:rsid w:val="00315FD2"/>
    <w:rsid w:val="00320747"/>
    <w:rsid w:val="00341A9E"/>
    <w:rsid w:val="0035714C"/>
    <w:rsid w:val="00385931"/>
    <w:rsid w:val="003B509C"/>
    <w:rsid w:val="0041389D"/>
    <w:rsid w:val="00457034"/>
    <w:rsid w:val="00496B71"/>
    <w:rsid w:val="004D7A88"/>
    <w:rsid w:val="004E03FA"/>
    <w:rsid w:val="004E0776"/>
    <w:rsid w:val="004F34D0"/>
    <w:rsid w:val="00503DE0"/>
    <w:rsid w:val="00537233"/>
    <w:rsid w:val="00560CA6"/>
    <w:rsid w:val="005C35B0"/>
    <w:rsid w:val="0062762F"/>
    <w:rsid w:val="00657F68"/>
    <w:rsid w:val="00672DD9"/>
    <w:rsid w:val="0067753E"/>
    <w:rsid w:val="006A28E9"/>
    <w:rsid w:val="006B6516"/>
    <w:rsid w:val="006B69FD"/>
    <w:rsid w:val="00712BDE"/>
    <w:rsid w:val="007407FB"/>
    <w:rsid w:val="007422DA"/>
    <w:rsid w:val="007463B0"/>
    <w:rsid w:val="0074691C"/>
    <w:rsid w:val="00787761"/>
    <w:rsid w:val="007A5006"/>
    <w:rsid w:val="00800A7C"/>
    <w:rsid w:val="00830AF4"/>
    <w:rsid w:val="00843331"/>
    <w:rsid w:val="00845311"/>
    <w:rsid w:val="00847A13"/>
    <w:rsid w:val="00863C49"/>
    <w:rsid w:val="00891502"/>
    <w:rsid w:val="00896188"/>
    <w:rsid w:val="008A0F49"/>
    <w:rsid w:val="008E2FD0"/>
    <w:rsid w:val="008E51ED"/>
    <w:rsid w:val="008E7F44"/>
    <w:rsid w:val="00926FC8"/>
    <w:rsid w:val="009667BA"/>
    <w:rsid w:val="009942AD"/>
    <w:rsid w:val="009E5277"/>
    <w:rsid w:val="00A60BEE"/>
    <w:rsid w:val="00A60E9C"/>
    <w:rsid w:val="00A840D4"/>
    <w:rsid w:val="00A91405"/>
    <w:rsid w:val="00AB0527"/>
    <w:rsid w:val="00AB427D"/>
    <w:rsid w:val="00AB5271"/>
    <w:rsid w:val="00AC38B2"/>
    <w:rsid w:val="00AC4C2A"/>
    <w:rsid w:val="00AD57E4"/>
    <w:rsid w:val="00AE17CA"/>
    <w:rsid w:val="00AF12E9"/>
    <w:rsid w:val="00B064FE"/>
    <w:rsid w:val="00B43B26"/>
    <w:rsid w:val="00B523AB"/>
    <w:rsid w:val="00B8087E"/>
    <w:rsid w:val="00BA222B"/>
    <w:rsid w:val="00BB5005"/>
    <w:rsid w:val="00BD0714"/>
    <w:rsid w:val="00BE0301"/>
    <w:rsid w:val="00BF65D8"/>
    <w:rsid w:val="00C07CB8"/>
    <w:rsid w:val="00C162D8"/>
    <w:rsid w:val="00C408C9"/>
    <w:rsid w:val="00C5087B"/>
    <w:rsid w:val="00C56F8E"/>
    <w:rsid w:val="00C6585E"/>
    <w:rsid w:val="00C90B6E"/>
    <w:rsid w:val="00CA19B5"/>
    <w:rsid w:val="00CC2517"/>
    <w:rsid w:val="00CE4ADA"/>
    <w:rsid w:val="00D20740"/>
    <w:rsid w:val="00D2560C"/>
    <w:rsid w:val="00D26D9B"/>
    <w:rsid w:val="00D3102B"/>
    <w:rsid w:val="00D4390E"/>
    <w:rsid w:val="00D673A0"/>
    <w:rsid w:val="00D7651B"/>
    <w:rsid w:val="00D85A3B"/>
    <w:rsid w:val="00D921D0"/>
    <w:rsid w:val="00D9783E"/>
    <w:rsid w:val="00DA1FBB"/>
    <w:rsid w:val="00DA2F88"/>
    <w:rsid w:val="00DF2687"/>
    <w:rsid w:val="00E2656B"/>
    <w:rsid w:val="00E656A0"/>
    <w:rsid w:val="00E82C02"/>
    <w:rsid w:val="00E914A2"/>
    <w:rsid w:val="00EA5471"/>
    <w:rsid w:val="00ED57F2"/>
    <w:rsid w:val="00EF653D"/>
    <w:rsid w:val="00F1564A"/>
    <w:rsid w:val="00F67332"/>
    <w:rsid w:val="00F73864"/>
    <w:rsid w:val="00FE4617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6945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F65D8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BF65D8"/>
    <w:rPr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05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2C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2C3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2C3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F65D8"/>
    <w:pPr>
      <w:spacing w:after="120"/>
      <w:ind w:left="283"/>
    </w:p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BF65D8"/>
    <w:rPr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05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2C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2C3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2C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ellova\Plocha\NEMOCNICE%20V%20T&#344;EB&#205;&#268;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NEMOCNICE V TŘEBÍČI</Template>
  <TotalTime>6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V TŘEBÍČI</vt:lpstr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V TŘEBÍČI</dc:title>
  <dc:subject/>
  <dc:creator>Ing. Marek Handl</dc:creator>
  <cp:keywords/>
  <cp:lastModifiedBy>Roman Hlaváč</cp:lastModifiedBy>
  <cp:revision>8</cp:revision>
  <cp:lastPrinted>2014-10-08T12:29:00Z</cp:lastPrinted>
  <dcterms:created xsi:type="dcterms:W3CDTF">2016-10-26T19:04:00Z</dcterms:created>
  <dcterms:modified xsi:type="dcterms:W3CDTF">2017-01-03T13:12:00Z</dcterms:modified>
</cp:coreProperties>
</file>